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34BA" w:rsidRDefault="00BC469E" w:rsidP="002F34BA">
      <w:pPr>
        <w:jc w:val="center"/>
        <w:rPr>
          <w:sz w:val="36"/>
        </w:rPr>
      </w:pPr>
      <w:r>
        <w:rPr>
          <w:rFonts w:hint="eastAsia"/>
          <w:kern w:val="0"/>
          <w:sz w:val="36"/>
        </w:rPr>
        <w:t>辞退届</w:t>
      </w:r>
    </w:p>
    <w:p w:rsidR="002F34BA" w:rsidRDefault="002F34BA" w:rsidP="002F34BA">
      <w:pPr>
        <w:spacing w:line="320" w:lineRule="exact"/>
        <w:ind w:rightChars="400" w:right="840"/>
        <w:jc w:val="right"/>
        <w:rPr>
          <w:rFonts w:asciiTheme="minorEastAsia" w:eastAsiaTheme="minorEastAsia" w:hAnsiTheme="minorEastAsia"/>
          <w:szCs w:val="21"/>
        </w:rPr>
      </w:pPr>
    </w:p>
    <w:p w:rsidR="00C96F91" w:rsidRPr="00151CB2" w:rsidRDefault="00DC6A33" w:rsidP="00107298">
      <w:pPr>
        <w:spacing w:line="320" w:lineRule="exact"/>
        <w:ind w:rightChars="53" w:right="111"/>
        <w:jc w:val="righ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　年　　月　　日</w:t>
      </w:r>
    </w:p>
    <w:p w:rsidR="00C96F91" w:rsidRPr="00151CB2" w:rsidRDefault="00C96F91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</w:p>
    <w:p w:rsidR="00C96F91" w:rsidRPr="00151CB2" w:rsidRDefault="006D2504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社会福祉法人長岡福祉協会</w:t>
      </w:r>
    </w:p>
    <w:p w:rsidR="00C96F91" w:rsidRPr="00151CB2" w:rsidRDefault="006D2504" w:rsidP="002F34BA">
      <w:pPr>
        <w:spacing w:line="320" w:lineRule="exact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>理 事 長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151CB2">
        <w:rPr>
          <w:rFonts w:asciiTheme="minorEastAsia" w:eastAsiaTheme="minorEastAsia" w:hAnsiTheme="minorEastAsia" w:hint="eastAsia"/>
          <w:sz w:val="24"/>
          <w:szCs w:val="24"/>
        </w:rPr>
        <w:t>田　宮　　崇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B1936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C96F91" w:rsidRPr="00151CB2">
        <w:rPr>
          <w:rFonts w:asciiTheme="minorEastAsia" w:eastAsiaTheme="minorEastAsia" w:hAnsiTheme="minorEastAsia" w:hint="eastAsia"/>
          <w:sz w:val="24"/>
          <w:szCs w:val="24"/>
        </w:rPr>
        <w:t>様</w:t>
      </w:r>
    </w:p>
    <w:p w:rsidR="00107298" w:rsidRPr="00151CB2" w:rsidRDefault="00107298" w:rsidP="002F34BA">
      <w:pPr>
        <w:spacing w:line="320" w:lineRule="exact"/>
        <w:ind w:firstLineChars="100" w:firstLine="240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4263"/>
      </w:tblGrid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住所又は</w:t>
            </w: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4263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〒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商号又は名称</w:t>
            </w:r>
          </w:p>
        </w:tc>
        <w:tc>
          <w:tcPr>
            <w:tcW w:w="4263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2E6C40" w:rsidRPr="006765F4" w:rsidTr="00FA46FC">
        <w:trPr>
          <w:jc w:val="right"/>
        </w:trPr>
        <w:tc>
          <w:tcPr>
            <w:tcW w:w="1985" w:type="dxa"/>
          </w:tcPr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フリガナ</w:t>
            </w: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6765F4">
              <w:rPr>
                <w:rFonts w:asciiTheme="minorEastAsia" w:eastAsiaTheme="minorEastAsia" w:hAnsiTheme="minorEastAsia" w:hint="eastAsia"/>
                <w:sz w:val="24"/>
                <w:szCs w:val="24"/>
              </w:rPr>
              <w:t>代表者職・氏名</w:t>
            </w:r>
          </w:p>
        </w:tc>
        <w:tc>
          <w:tcPr>
            <w:tcW w:w="4263" w:type="dxa"/>
          </w:tcPr>
          <w:p w:rsidR="002E6C40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:rsidR="002E6C40" w:rsidRPr="006765F4" w:rsidRDefault="002E6C40" w:rsidP="00FA46F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　　　　　　　　　　　　㊞</w:t>
            </w:r>
          </w:p>
        </w:tc>
      </w:tr>
    </w:tbl>
    <w:p w:rsidR="00BC469E" w:rsidRPr="00151CB2" w:rsidRDefault="00BC469E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</w:p>
    <w:p w:rsidR="00C96F91" w:rsidRPr="00151CB2" w:rsidRDefault="002938E3" w:rsidP="002F34BA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 xml:space="preserve">社会福祉法人長岡福祉協会　福祉プラザさくら川　</w:t>
      </w:r>
      <w:r w:rsidR="00107298" w:rsidRPr="00151CB2">
        <w:rPr>
          <w:rFonts w:asciiTheme="minorEastAsia" w:eastAsiaTheme="minorEastAsia" w:hAnsiTheme="minorEastAsia" w:hint="eastAsia"/>
          <w:sz w:val="24"/>
          <w:szCs w:val="24"/>
        </w:rPr>
        <w:t>非常用自家発電設備設置工事一式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>に係る</w:t>
      </w:r>
      <w:r w:rsidR="00107298" w:rsidRPr="00151CB2">
        <w:rPr>
          <w:rFonts w:asciiTheme="minorEastAsia" w:eastAsiaTheme="minorEastAsia" w:hAnsiTheme="minorEastAsia" w:hint="eastAsia"/>
          <w:sz w:val="24"/>
          <w:szCs w:val="24"/>
        </w:rPr>
        <w:t>一般競争入札</w:t>
      </w:r>
      <w:r w:rsidR="00BC469E" w:rsidRPr="00151CB2">
        <w:rPr>
          <w:rFonts w:asciiTheme="minorEastAsia" w:eastAsiaTheme="minorEastAsia" w:hAnsiTheme="minorEastAsia" w:hint="eastAsia"/>
          <w:sz w:val="24"/>
          <w:szCs w:val="24"/>
        </w:rPr>
        <w:t>の参加を辞退</w:t>
      </w:r>
      <w:r w:rsidR="009709CF" w:rsidRPr="00151CB2">
        <w:rPr>
          <w:rFonts w:asciiTheme="minorEastAsia" w:eastAsiaTheme="minorEastAsia" w:hAnsiTheme="minorEastAsia" w:hint="eastAsia"/>
          <w:sz w:val="24"/>
          <w:szCs w:val="24"/>
        </w:rPr>
        <w:t>いたします。</w:t>
      </w:r>
    </w:p>
    <w:p w:rsidR="00C96F91" w:rsidRPr="00BC469E" w:rsidRDefault="00C96F91" w:rsidP="002F34BA">
      <w:pPr>
        <w:spacing w:line="320" w:lineRule="exact"/>
        <w:rPr>
          <w:rFonts w:asciiTheme="minorEastAsia" w:eastAsiaTheme="minorEastAsia" w:hAnsiTheme="minorEastAsia"/>
          <w:szCs w:val="21"/>
        </w:rPr>
      </w:pPr>
    </w:p>
    <w:sectPr w:rsidR="00C96F91" w:rsidRPr="00BC469E" w:rsidSect="002F34BA">
      <w:headerReference w:type="default" r:id="rId7"/>
      <w:pgSz w:w="11906" w:h="16838" w:code="9"/>
      <w:pgMar w:top="1247" w:right="1077" w:bottom="1247" w:left="1077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DC5" w:rsidRDefault="00D95DC5" w:rsidP="002C7B3F">
      <w:r>
        <w:separator/>
      </w:r>
    </w:p>
  </w:endnote>
  <w:endnote w:type="continuationSeparator" w:id="0">
    <w:p w:rsidR="00D95DC5" w:rsidRDefault="00D95DC5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仞.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DC5" w:rsidRDefault="00D95DC5" w:rsidP="002C7B3F">
      <w:r>
        <w:separator/>
      </w:r>
    </w:p>
  </w:footnote>
  <w:footnote w:type="continuationSeparator" w:id="0">
    <w:p w:rsidR="00D95DC5" w:rsidRDefault="00D95DC5" w:rsidP="002C7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7358" w:rsidRPr="00151CB2" w:rsidRDefault="00507358" w:rsidP="00507358">
    <w:pPr>
      <w:pStyle w:val="a6"/>
      <w:jc w:val="right"/>
      <w:rPr>
        <w:sz w:val="24"/>
        <w:szCs w:val="24"/>
      </w:rPr>
    </w:pPr>
    <w:r w:rsidRPr="00151CB2">
      <w:rPr>
        <w:rFonts w:hint="eastAsia"/>
        <w:sz w:val="24"/>
        <w:szCs w:val="24"/>
      </w:rPr>
      <w:t>（</w:t>
    </w:r>
    <w:r w:rsidRPr="00151CB2">
      <w:rPr>
        <w:rFonts w:hint="eastAsia"/>
        <w:sz w:val="24"/>
        <w:szCs w:val="24"/>
      </w:rPr>
      <w:t>様式</w:t>
    </w:r>
    <w:r w:rsidR="00F8169D">
      <w:rPr>
        <w:rFonts w:hint="eastAsia"/>
        <w:sz w:val="24"/>
        <w:szCs w:val="24"/>
      </w:rPr>
      <w:t>５</w:t>
    </w:r>
    <w:r w:rsidRPr="00151CB2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E34D1A"/>
    <w:multiLevelType w:val="hybridMultilevel"/>
    <w:tmpl w:val="D6D2D33E"/>
    <w:lvl w:ilvl="0" w:tplc="C67639AC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2F9C2A45"/>
    <w:multiLevelType w:val="hybridMultilevel"/>
    <w:tmpl w:val="76C6F846"/>
    <w:lvl w:ilvl="0" w:tplc="A4C232A0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6A33"/>
    <w:rsid w:val="000573DC"/>
    <w:rsid w:val="000C5590"/>
    <w:rsid w:val="00107298"/>
    <w:rsid w:val="00151CB2"/>
    <w:rsid w:val="001C0DC2"/>
    <w:rsid w:val="00227E3D"/>
    <w:rsid w:val="002938E3"/>
    <w:rsid w:val="002A692B"/>
    <w:rsid w:val="002C7B3F"/>
    <w:rsid w:val="002E6C40"/>
    <w:rsid w:val="002F34BA"/>
    <w:rsid w:val="003A77EB"/>
    <w:rsid w:val="00465018"/>
    <w:rsid w:val="00507358"/>
    <w:rsid w:val="00532AD7"/>
    <w:rsid w:val="00535E0F"/>
    <w:rsid w:val="00663C66"/>
    <w:rsid w:val="006D2504"/>
    <w:rsid w:val="0070224B"/>
    <w:rsid w:val="00732408"/>
    <w:rsid w:val="007F35A5"/>
    <w:rsid w:val="008A3CAD"/>
    <w:rsid w:val="009709CF"/>
    <w:rsid w:val="00AC48BC"/>
    <w:rsid w:val="00B22C5E"/>
    <w:rsid w:val="00B80F38"/>
    <w:rsid w:val="00BA5EDF"/>
    <w:rsid w:val="00BC469E"/>
    <w:rsid w:val="00C400F1"/>
    <w:rsid w:val="00C96F91"/>
    <w:rsid w:val="00D00DE5"/>
    <w:rsid w:val="00D95DC5"/>
    <w:rsid w:val="00DA1936"/>
    <w:rsid w:val="00DC6A33"/>
    <w:rsid w:val="00DC7B10"/>
    <w:rsid w:val="00E36ECC"/>
    <w:rsid w:val="00F46468"/>
    <w:rsid w:val="00F8169D"/>
    <w:rsid w:val="00F97DE8"/>
    <w:rsid w:val="00FA3641"/>
    <w:rsid w:val="00FB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D18C4E1"/>
  <w15:chartTrackingRefBased/>
  <w15:docId w15:val="{5DA7B959-81A1-41AA-B24D-96F9BF3E4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  <w:style w:type="paragraph" w:customStyle="1" w:styleId="Default">
    <w:name w:val="Default"/>
    <w:rsid w:val="009709CF"/>
    <w:pPr>
      <w:widowControl w:val="0"/>
      <w:autoSpaceDE w:val="0"/>
      <w:autoSpaceDN w:val="0"/>
      <w:adjustRightInd w:val="0"/>
    </w:pPr>
    <w:rPr>
      <w:rFonts w:ascii="ＭＳ仞.." w:eastAsia="ＭＳ仞.." w:cs="ＭＳ仞.."/>
      <w:color w:val="000000"/>
      <w:sz w:val="24"/>
      <w:szCs w:val="24"/>
    </w:rPr>
  </w:style>
  <w:style w:type="table" w:styleId="aa">
    <w:name w:val="Table Grid"/>
    <w:basedOn w:val="a1"/>
    <w:uiPriority w:val="59"/>
    <w:rsid w:val="00107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Temp\Temp2_68380dfddba1419966acaff0c8b3fd8e.zip\&#20837;&#26413;&#26360;&#39006;\&#20837;&#26413;&#21442;&#21152;&#36039;&#26684;&#30906;&#35469;&#23529;&#26619;&#30003;&#35531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入札参加資格確認審査申請書.dot</Template>
  <TotalTime>37</TotalTime>
  <Pages>1</Pages>
  <Words>114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首都圏事務局 高橋 純</dc:creator>
  <cp:keywords/>
  <cp:lastModifiedBy>首都圏事務局 高橋 純</cp:lastModifiedBy>
  <cp:revision>11</cp:revision>
  <cp:lastPrinted>2021-08-08T08:23:00Z</cp:lastPrinted>
  <dcterms:created xsi:type="dcterms:W3CDTF">2020-09-03T06:28:00Z</dcterms:created>
  <dcterms:modified xsi:type="dcterms:W3CDTF">2021-08-08T08:23:00Z</dcterms:modified>
</cp:coreProperties>
</file>